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95FC" w14:textId="72B869B4" w:rsidR="00BD5391" w:rsidRPr="009604E4" w:rsidRDefault="004E48A6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 w:rsidRPr="009604E4">
        <w:rPr>
          <w:b/>
          <w:sz w:val="40"/>
        </w:rPr>
        <w:t xml:space="preserve">Jaunā kompaktā frēzmašīna </w:t>
      </w:r>
      <w:r w:rsidR="00360897" w:rsidRPr="009604E4">
        <w:rPr>
          <w:b/>
          <w:sz w:val="40"/>
        </w:rPr>
        <w:t xml:space="preserve">W 120 Fi </w:t>
      </w:r>
      <w:r w:rsidRPr="009604E4">
        <w:rPr>
          <w:b/>
          <w:sz w:val="40"/>
        </w:rPr>
        <w:t>ir Wirtgen Group piedāvāto risinājumu zvaigzne izstādē World of Asphalt 2022</w:t>
      </w:r>
    </w:p>
    <w:p w14:paraId="6CA39DCA" w14:textId="77777777" w:rsidR="00BD5391" w:rsidRPr="009604E4" w:rsidRDefault="00BD5391" w:rsidP="00BD5391">
      <w:pPr>
        <w:spacing w:line="280" w:lineRule="atLeast"/>
        <w:jc w:val="both"/>
        <w:rPr>
          <w:sz w:val="22"/>
        </w:rPr>
      </w:pPr>
    </w:p>
    <w:p w14:paraId="4CDEC428" w14:textId="0082AC01" w:rsidR="008B59E8" w:rsidRPr="009604E4" w:rsidRDefault="00377BE9" w:rsidP="00ED569B">
      <w:pPr>
        <w:spacing w:line="276" w:lineRule="auto"/>
        <w:jc w:val="both"/>
        <w:rPr>
          <w:sz w:val="22"/>
        </w:rPr>
      </w:pPr>
      <w:r w:rsidRPr="009604E4">
        <w:rPr>
          <w:sz w:val="22"/>
        </w:rPr>
        <w:t xml:space="preserve">No 2022. gada 29. līdz 31. martam </w:t>
      </w:r>
      <w:r w:rsidR="002B0972" w:rsidRPr="009604E4">
        <w:rPr>
          <w:sz w:val="22"/>
        </w:rPr>
        <w:t xml:space="preserve">pasākumā Nešvilā (Nashville) </w:t>
      </w:r>
      <w:r w:rsidRPr="009604E4">
        <w:rPr>
          <w:sz w:val="22"/>
        </w:rPr>
        <w:t xml:space="preserve">Wirtgen Group demonstrēs 11 eksponātus, kas atspoguļo uzņēmuma uz tirgu orientēto un holistisko risinājumu šķērsgriezumu visam ceļu būvniecības procesam. Izstādes spilgtākais eksponāts - W 120 Fi - šajā pasākumā atzīmē savu pasaules pirmizrādi kā Wirtgen jaunās paaudzes kompakto frēzmašīnu pārstāvis. </w:t>
      </w:r>
    </w:p>
    <w:p w14:paraId="5BE945E4" w14:textId="0713CBC7" w:rsidR="00BD5391" w:rsidRPr="009604E4" w:rsidRDefault="006C5A75" w:rsidP="00ED569B">
      <w:pPr>
        <w:spacing w:line="276" w:lineRule="auto"/>
        <w:jc w:val="both"/>
        <w:rPr>
          <w:sz w:val="22"/>
        </w:rPr>
      </w:pPr>
      <w:r w:rsidRPr="009604E4">
        <w:rPr>
          <w:sz w:val="22"/>
        </w:rPr>
        <w:t>Izstādes stendā Nr. 2302, kas ir aptuveni 9000 kvadrātpēdu/840 m² liels, uzmanība tiks pievērsta ne tikai Wirtgen Group risinājumiem, bet arī kritiskajiem izmaksu efektivitātes un ilgtspējas jautājumiem.</w:t>
      </w:r>
    </w:p>
    <w:p w14:paraId="1C645586" w14:textId="5031B930" w:rsidR="003D322E" w:rsidRDefault="003D322E" w:rsidP="00ED569B">
      <w:pPr>
        <w:spacing w:line="276" w:lineRule="auto"/>
        <w:jc w:val="both"/>
        <w:rPr>
          <w:iCs/>
          <w:sz w:val="22"/>
        </w:rPr>
      </w:pPr>
    </w:p>
    <w:p w14:paraId="47162338" w14:textId="77777777" w:rsidR="00DF393A" w:rsidRPr="00E4572E" w:rsidRDefault="00DF393A" w:rsidP="00DF393A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>ATTĒLI:</w:t>
      </w:r>
    </w:p>
    <w:p w14:paraId="3751F602" w14:textId="7D8EA825" w:rsidR="00DF393A" w:rsidRPr="00E4572E" w:rsidRDefault="000C369D" w:rsidP="00DF393A">
      <w:pPr>
        <w:pStyle w:val="BUbold"/>
      </w:pPr>
      <w:r>
        <w:rPr>
          <w:b w:val="0"/>
          <w:noProof/>
        </w:rPr>
        <w:drawing>
          <wp:inline distT="0" distB="0" distL="0" distR="0" wp14:anchorId="2A1C5EEF" wp14:editId="267897C2">
            <wp:extent cx="1986380" cy="1324034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380" cy="132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br/>
        <w:t>W_graphic_W120Fi_00001_HI</w:t>
      </w:r>
    </w:p>
    <w:p w14:paraId="76C6C5B5" w14:textId="0A6DCAC1" w:rsidR="00DF393A" w:rsidRPr="00E07290" w:rsidRDefault="00772664" w:rsidP="00DF393A">
      <w:pPr>
        <w:rPr>
          <w:rFonts w:eastAsia="Calibri" w:cs="Arial"/>
          <w:bCs/>
          <w:sz w:val="20"/>
          <w:szCs w:val="20"/>
        </w:rPr>
      </w:pPr>
      <w:r>
        <w:rPr>
          <w:sz w:val="20"/>
        </w:rPr>
        <w:t xml:space="preserve">Pārbaudīto </w:t>
      </w:r>
      <w:r>
        <w:rPr>
          <w:i/>
          <w:iCs/>
          <w:sz w:val="20"/>
        </w:rPr>
        <w:t>Wirtgen</w:t>
      </w:r>
      <w:r>
        <w:rPr>
          <w:sz w:val="20"/>
        </w:rPr>
        <w:t xml:space="preserve"> F-sērijas lielo frēzmašīnu inovatīvās tehnoloģijas tagad ir integrētas uzņēmuma kompaktajās frēzmašīnās, kuras šajā nozares segmentā ir unikālas.</w:t>
      </w:r>
    </w:p>
    <w:p w14:paraId="3CE669A7" w14:textId="77777777" w:rsidR="000B53E6" w:rsidRPr="00DF393A" w:rsidRDefault="000B53E6" w:rsidP="00DF393A">
      <w:pPr>
        <w:rPr>
          <w:rFonts w:eastAsia="Calibri" w:cs="Arial"/>
          <w:bCs/>
          <w:sz w:val="22"/>
          <w:szCs w:val="22"/>
        </w:rPr>
      </w:pPr>
    </w:p>
    <w:p w14:paraId="322CA421" w14:textId="32544CA5" w:rsidR="00DF393A" w:rsidRPr="006C0C87" w:rsidRDefault="00DF393A" w:rsidP="00DF393A">
      <w:pPr>
        <w:pStyle w:val="Note"/>
      </w:pPr>
      <w:r>
        <w:t xml:space="preserve">Lūdzu, ņemiet vērā: šeit redzamās fotogrāfijas ir tikai priekšskatījumi. Ja vēlaties tās publicēt citos medijos, lūdzu, lejupielādējiet augstākas izšķirtspējas (300 dpi) versijas no </w:t>
      </w:r>
      <w:r>
        <w:rPr>
          <w:iCs/>
        </w:rPr>
        <w:t>“Wirtgen Group”</w:t>
      </w:r>
      <w:r>
        <w:t xml:space="preserve"> tīmekļa vietnēm.</w:t>
      </w:r>
    </w:p>
    <w:p w14:paraId="75A1557C" w14:textId="7B504167" w:rsidR="00DF393A" w:rsidRPr="000B53E6" w:rsidRDefault="00DF393A" w:rsidP="000B53E6">
      <w:pPr>
        <w:rPr>
          <w:rFonts w:eastAsiaTheme="minorHAnsi" w:cstheme="minorBidi"/>
          <w:b/>
          <w:bCs/>
          <w:iCs/>
          <w:sz w:val="22"/>
          <w:szCs w:val="22"/>
        </w:rPr>
      </w:pPr>
      <w:r>
        <w:rPr>
          <w:b/>
          <w:sz w:val="22"/>
        </w:rPr>
        <w:t>Papildu informācijas iegūšanai, lūdzu, sazinieties ar:</w:t>
      </w:r>
    </w:p>
    <w:p w14:paraId="49596B89" w14:textId="77777777" w:rsidR="00DF393A" w:rsidRDefault="00DF393A" w:rsidP="00DF393A">
      <w:pPr>
        <w:pStyle w:val="Absatzberschrift"/>
      </w:pPr>
    </w:p>
    <w:p w14:paraId="067F396B" w14:textId="77777777" w:rsidR="00DF393A" w:rsidRPr="00AF4964" w:rsidRDefault="00DF393A" w:rsidP="00DF393A">
      <w:pPr>
        <w:pStyle w:val="Absatzberschrift"/>
        <w:rPr>
          <w:b w:val="0"/>
          <w:bCs/>
          <w:szCs w:val="22"/>
        </w:rPr>
      </w:pPr>
      <w:r>
        <w:rPr>
          <w:b w:val="0"/>
        </w:rPr>
        <w:t>WIRTGEN GROUP</w:t>
      </w:r>
    </w:p>
    <w:p w14:paraId="59CA7EC2" w14:textId="77777777" w:rsidR="00DF393A" w:rsidRPr="00AF4964" w:rsidRDefault="00DF393A" w:rsidP="00DF393A">
      <w:pPr>
        <w:pStyle w:val="Fuzeile1"/>
      </w:pPr>
      <w:r>
        <w:t>Sabiedrisko attiecību departaments</w:t>
      </w:r>
    </w:p>
    <w:p w14:paraId="486DBDDB" w14:textId="77777777" w:rsidR="00DF393A" w:rsidRPr="00AF4964" w:rsidRDefault="00DF393A" w:rsidP="00DF393A">
      <w:pPr>
        <w:pStyle w:val="Fuzeile1"/>
      </w:pPr>
      <w:r>
        <w:t>Reinhard-Wirtgen-Strasse 2</w:t>
      </w:r>
    </w:p>
    <w:p w14:paraId="35194B2F" w14:textId="77777777" w:rsidR="00DF393A" w:rsidRDefault="00DF393A" w:rsidP="00DF393A">
      <w:pPr>
        <w:pStyle w:val="Fuzeile1"/>
      </w:pPr>
      <w:r>
        <w:t>53578 Vindhāgena</w:t>
      </w:r>
    </w:p>
    <w:p w14:paraId="26660EA3" w14:textId="77777777" w:rsidR="00DF393A" w:rsidRDefault="00DF393A" w:rsidP="00DF393A">
      <w:pPr>
        <w:pStyle w:val="Fuzeile1"/>
      </w:pPr>
      <w:r>
        <w:t>Vācija</w:t>
      </w:r>
    </w:p>
    <w:p w14:paraId="344C3E69" w14:textId="77777777" w:rsidR="00DF393A" w:rsidRDefault="00DF393A" w:rsidP="00DF393A">
      <w:pPr>
        <w:pStyle w:val="Fuzeile1"/>
      </w:pPr>
    </w:p>
    <w:p w14:paraId="6C0308A6" w14:textId="77777777" w:rsidR="00DF393A" w:rsidRDefault="00DF393A" w:rsidP="00DF393A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Tālrunis: +49-2645-131-1966 </w:t>
      </w:r>
    </w:p>
    <w:p w14:paraId="4B6FC596" w14:textId="77777777" w:rsidR="00DF393A" w:rsidRDefault="00DF393A" w:rsidP="00DF393A">
      <w:pPr>
        <w:pStyle w:val="Fuzeile1"/>
      </w:pPr>
      <w:r>
        <w:t>Fakss: +49-2645-131-499</w:t>
      </w:r>
    </w:p>
    <w:p w14:paraId="19FBD9F2" w14:textId="77777777" w:rsidR="00DF393A" w:rsidRDefault="00DF393A" w:rsidP="00DF393A">
      <w:pPr>
        <w:pStyle w:val="Fuzeile1"/>
      </w:pPr>
      <w:r>
        <w:t>E-pasts: PR@wirtgen-group.com</w:t>
      </w:r>
      <w:r>
        <w:rPr>
          <w:vanish/>
        </w:rPr>
        <w:t>PR@wirtgen-group.com</w:t>
      </w:r>
    </w:p>
    <w:p w14:paraId="6DE4D335" w14:textId="77777777" w:rsidR="00DF393A" w:rsidRPr="00F91A52" w:rsidRDefault="00DF393A" w:rsidP="00DF393A">
      <w:pPr>
        <w:pStyle w:val="Fuzeile1"/>
        <w:rPr>
          <w:vanish/>
        </w:rPr>
      </w:pPr>
    </w:p>
    <w:p w14:paraId="7E877E3A" w14:textId="77777777" w:rsidR="00DF393A" w:rsidRPr="00F74540" w:rsidRDefault="00DF393A" w:rsidP="00DF393A">
      <w:pPr>
        <w:pStyle w:val="Fuzeile1"/>
      </w:pPr>
      <w:r>
        <w:t>www.wirtgen-group.com</w:t>
      </w:r>
    </w:p>
    <w:p w14:paraId="6D12916D" w14:textId="7C61F443" w:rsidR="00DF393A" w:rsidRDefault="00DF393A">
      <w:pPr>
        <w:rPr>
          <w:rFonts w:eastAsia="Calibri" w:cs="Arial"/>
          <w:b/>
          <w:sz w:val="22"/>
          <w:szCs w:val="22"/>
        </w:rPr>
      </w:pPr>
    </w:p>
    <w:p w14:paraId="54E49D4F" w14:textId="6173B9FC" w:rsidR="00DF393A" w:rsidRPr="00DF393A" w:rsidRDefault="00DF393A">
      <w:pPr>
        <w:rPr>
          <w:rFonts w:eastAsia="Calibri" w:cs="Arial"/>
          <w:bCs/>
          <w:sz w:val="22"/>
          <w:szCs w:val="22"/>
        </w:rPr>
      </w:pPr>
    </w:p>
    <w:sectPr w:rsidR="00DF393A" w:rsidRPr="00DF393A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FBA23" w14:textId="77777777" w:rsidR="00307E4D" w:rsidRDefault="00307E4D" w:rsidP="00E55534">
      <w:r>
        <w:separator/>
      </w:r>
    </w:p>
  </w:endnote>
  <w:endnote w:type="continuationSeparator" w:id="0">
    <w:p w14:paraId="2BFDFE8D" w14:textId="77777777" w:rsidR="00307E4D" w:rsidRDefault="00307E4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5496" w14:textId="77777777" w:rsidR="0039477F" w:rsidRDefault="003947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525CAAC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923F940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41DC54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4E48E6">
            <w:t>02</w:t>
          </w:r>
          <w:r w:rsidRPr="00723F4F">
            <w:fldChar w:fldCharType="end"/>
          </w:r>
        </w:p>
      </w:tc>
    </w:tr>
  </w:tbl>
  <w:p w14:paraId="25DD03D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1C673" wp14:editId="1AE72D9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081349FA" w14:textId="77777777" w:rsidTr="00723F4F">
      <w:tc>
        <w:tcPr>
          <w:tcW w:w="9664" w:type="dxa"/>
          <w:shd w:val="clear" w:color="auto" w:fill="auto"/>
        </w:tcPr>
        <w:p w14:paraId="36236CD7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53578 Windhagen/Germany · T: +49-2645-131-0</w:t>
          </w:r>
        </w:p>
      </w:tc>
    </w:tr>
  </w:tbl>
  <w:p w14:paraId="6709B570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604076" wp14:editId="3E95B680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5088E" w14:textId="77777777" w:rsidR="00307E4D" w:rsidRDefault="00307E4D" w:rsidP="00E55534">
      <w:r>
        <w:separator/>
      </w:r>
    </w:p>
  </w:footnote>
  <w:footnote w:type="continuationSeparator" w:id="0">
    <w:p w14:paraId="41AB7BCA" w14:textId="77777777" w:rsidR="00307E4D" w:rsidRDefault="00307E4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3D10" w14:textId="1A76084D" w:rsidR="0039477F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D292AFE" wp14:editId="1F40C15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F07713" w14:textId="6314FDED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Publiska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92AF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L21ous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4BF07713" w14:textId="6314FDED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Publiska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D945" w14:textId="7AC95107" w:rsidR="00533132" w:rsidRPr="00533132" w:rsidRDefault="0077266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836618C" wp14:editId="669B33E5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58C27" w14:textId="017EA2FE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Publiska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6618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LWC4MSkCAABQBAAADgAAAAAAAAAAAAAAAAAuAgAAZHJzL2Uyb0RvYy54&#10;bWxQSwECLQAUAAYACAAAACEAEw3vsNgAAAADAQAADwAAAAAAAAAAAAAAAACDBAAAZHJzL2Rvd25y&#10;ZXYueG1sUEsFBgAAAAAEAAQA8wAAAIgFAAAAAA==&#10;" filled="f" stroked="f">
              <v:textbox style="mso-fit-shape-to-text:t" inset="0,0,15pt,0">
                <w:txbxContent>
                  <w:p w14:paraId="7E258C27" w14:textId="017EA2FE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Publiska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0466B8CA" wp14:editId="73CBDBF2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ECDB" w14:textId="6D7E1BE4" w:rsidR="00533132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00F649" wp14:editId="1C2070D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AF67F" w14:textId="597F1D82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Publiska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0F64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" filled="f" stroked="f">
              <v:textbox style="mso-fit-shape-to-text:t" inset="0,0,15pt,0">
                <w:txbxContent>
                  <w:p w14:paraId="236AF67F" w14:textId="597F1D82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Publiska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CC4DB9" wp14:editId="05CE8C93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5FF39920" wp14:editId="1F46438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65998940" wp14:editId="4E335C14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12BFD"/>
    <w:rsid w:val="00016656"/>
    <w:rsid w:val="00030032"/>
    <w:rsid w:val="00031CDB"/>
    <w:rsid w:val="00042106"/>
    <w:rsid w:val="00046AB0"/>
    <w:rsid w:val="0005285B"/>
    <w:rsid w:val="00066D09"/>
    <w:rsid w:val="0009665C"/>
    <w:rsid w:val="000977B0"/>
    <w:rsid w:val="000B53E6"/>
    <w:rsid w:val="000C369D"/>
    <w:rsid w:val="000D42D4"/>
    <w:rsid w:val="00103205"/>
    <w:rsid w:val="0012026F"/>
    <w:rsid w:val="00132055"/>
    <w:rsid w:val="001B16BB"/>
    <w:rsid w:val="00207BE9"/>
    <w:rsid w:val="00253A2E"/>
    <w:rsid w:val="002843A4"/>
    <w:rsid w:val="0029634D"/>
    <w:rsid w:val="002B0972"/>
    <w:rsid w:val="002E765F"/>
    <w:rsid w:val="002F108B"/>
    <w:rsid w:val="0030316D"/>
    <w:rsid w:val="00307E4D"/>
    <w:rsid w:val="0032774C"/>
    <w:rsid w:val="00333DA6"/>
    <w:rsid w:val="0034191A"/>
    <w:rsid w:val="00343CC7"/>
    <w:rsid w:val="00345642"/>
    <w:rsid w:val="00347E6B"/>
    <w:rsid w:val="00360897"/>
    <w:rsid w:val="00377BE9"/>
    <w:rsid w:val="00384A08"/>
    <w:rsid w:val="0039477F"/>
    <w:rsid w:val="003A753A"/>
    <w:rsid w:val="003C0462"/>
    <w:rsid w:val="003D322E"/>
    <w:rsid w:val="003D69F7"/>
    <w:rsid w:val="003E1CB6"/>
    <w:rsid w:val="003E3CF6"/>
    <w:rsid w:val="003E759F"/>
    <w:rsid w:val="003E7853"/>
    <w:rsid w:val="003F334B"/>
    <w:rsid w:val="00403373"/>
    <w:rsid w:val="00406C81"/>
    <w:rsid w:val="00412545"/>
    <w:rsid w:val="00430BB0"/>
    <w:rsid w:val="00476888"/>
    <w:rsid w:val="004A48F5"/>
    <w:rsid w:val="004E48A6"/>
    <w:rsid w:val="004E48E6"/>
    <w:rsid w:val="004E4D53"/>
    <w:rsid w:val="004E6EF5"/>
    <w:rsid w:val="004F0D8B"/>
    <w:rsid w:val="0050482B"/>
    <w:rsid w:val="00506409"/>
    <w:rsid w:val="00513E2D"/>
    <w:rsid w:val="00530E32"/>
    <w:rsid w:val="00533132"/>
    <w:rsid w:val="005711A3"/>
    <w:rsid w:val="00573B2B"/>
    <w:rsid w:val="005776E9"/>
    <w:rsid w:val="005A4F04"/>
    <w:rsid w:val="005B5793"/>
    <w:rsid w:val="005D7067"/>
    <w:rsid w:val="0060684C"/>
    <w:rsid w:val="006330A2"/>
    <w:rsid w:val="00642EB6"/>
    <w:rsid w:val="00656C56"/>
    <w:rsid w:val="006C2AE6"/>
    <w:rsid w:val="006C5359"/>
    <w:rsid w:val="006C5A75"/>
    <w:rsid w:val="006F7602"/>
    <w:rsid w:val="007207C5"/>
    <w:rsid w:val="00722A17"/>
    <w:rsid w:val="00723F4F"/>
    <w:rsid w:val="00732124"/>
    <w:rsid w:val="00732ABD"/>
    <w:rsid w:val="00757B83"/>
    <w:rsid w:val="00772664"/>
    <w:rsid w:val="00791A69"/>
    <w:rsid w:val="00794830"/>
    <w:rsid w:val="00797CAA"/>
    <w:rsid w:val="007C2658"/>
    <w:rsid w:val="007C283E"/>
    <w:rsid w:val="007E20D0"/>
    <w:rsid w:val="007E3DAB"/>
    <w:rsid w:val="00816DA7"/>
    <w:rsid w:val="00820315"/>
    <w:rsid w:val="008427F2"/>
    <w:rsid w:val="00843B45"/>
    <w:rsid w:val="0086297E"/>
    <w:rsid w:val="00863129"/>
    <w:rsid w:val="008670A3"/>
    <w:rsid w:val="008755E5"/>
    <w:rsid w:val="00894BAD"/>
    <w:rsid w:val="008B59E8"/>
    <w:rsid w:val="008C2DB2"/>
    <w:rsid w:val="008D770E"/>
    <w:rsid w:val="0090337E"/>
    <w:rsid w:val="0091625B"/>
    <w:rsid w:val="00920702"/>
    <w:rsid w:val="009328FA"/>
    <w:rsid w:val="009604E4"/>
    <w:rsid w:val="009646E4"/>
    <w:rsid w:val="009C2378"/>
    <w:rsid w:val="009D016F"/>
    <w:rsid w:val="009E251D"/>
    <w:rsid w:val="009F24CE"/>
    <w:rsid w:val="009F5DDA"/>
    <w:rsid w:val="00A07275"/>
    <w:rsid w:val="00A112D4"/>
    <w:rsid w:val="00A171F4"/>
    <w:rsid w:val="00A24EFC"/>
    <w:rsid w:val="00A514B7"/>
    <w:rsid w:val="00A57B37"/>
    <w:rsid w:val="00A84796"/>
    <w:rsid w:val="00A977CE"/>
    <w:rsid w:val="00AD131F"/>
    <w:rsid w:val="00AF3B3A"/>
    <w:rsid w:val="00AF4964"/>
    <w:rsid w:val="00AF4E8E"/>
    <w:rsid w:val="00AF6569"/>
    <w:rsid w:val="00B06265"/>
    <w:rsid w:val="00B13BD7"/>
    <w:rsid w:val="00B5232A"/>
    <w:rsid w:val="00B54074"/>
    <w:rsid w:val="00B90F78"/>
    <w:rsid w:val="00B95835"/>
    <w:rsid w:val="00B9709C"/>
    <w:rsid w:val="00BC2EBA"/>
    <w:rsid w:val="00BC3C34"/>
    <w:rsid w:val="00BD1058"/>
    <w:rsid w:val="00BD5391"/>
    <w:rsid w:val="00BD7CBB"/>
    <w:rsid w:val="00BF1638"/>
    <w:rsid w:val="00BF56B2"/>
    <w:rsid w:val="00C457C3"/>
    <w:rsid w:val="00C644CA"/>
    <w:rsid w:val="00C73005"/>
    <w:rsid w:val="00C85E18"/>
    <w:rsid w:val="00CA4A09"/>
    <w:rsid w:val="00CF197D"/>
    <w:rsid w:val="00CF36C9"/>
    <w:rsid w:val="00CF6965"/>
    <w:rsid w:val="00D04D22"/>
    <w:rsid w:val="00D166AC"/>
    <w:rsid w:val="00D243AD"/>
    <w:rsid w:val="00D36BA2"/>
    <w:rsid w:val="00D5145D"/>
    <w:rsid w:val="00DA33BA"/>
    <w:rsid w:val="00DB3B13"/>
    <w:rsid w:val="00DB4BB0"/>
    <w:rsid w:val="00DE12AD"/>
    <w:rsid w:val="00DF393A"/>
    <w:rsid w:val="00DF7D9B"/>
    <w:rsid w:val="00E07290"/>
    <w:rsid w:val="00E14608"/>
    <w:rsid w:val="00E21E67"/>
    <w:rsid w:val="00E23A4E"/>
    <w:rsid w:val="00E24472"/>
    <w:rsid w:val="00E30EBF"/>
    <w:rsid w:val="00E316C0"/>
    <w:rsid w:val="00E4572E"/>
    <w:rsid w:val="00E52D70"/>
    <w:rsid w:val="00E55534"/>
    <w:rsid w:val="00E914D1"/>
    <w:rsid w:val="00E979B9"/>
    <w:rsid w:val="00EC6DE9"/>
    <w:rsid w:val="00ED569B"/>
    <w:rsid w:val="00F05124"/>
    <w:rsid w:val="00F20920"/>
    <w:rsid w:val="00F27E08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D1408F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lv-LV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customStyle="1" w:styleId="Standardabsatz">
    <w:name w:val="Standardabsatz"/>
    <w:basedOn w:val="Standard"/>
    <w:qFormat/>
    <w:rsid w:val="00DF393A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DF393A"/>
    <w:rPr>
      <w:b w:val="0"/>
      <w:bCs/>
      <w:iCs/>
      <w:szCs w:val="22"/>
    </w:rPr>
  </w:style>
  <w:style w:type="paragraph" w:customStyle="1" w:styleId="Absatzberschrift">
    <w:name w:val="Absatzüberschrift"/>
    <w:next w:val="Standardabsatz"/>
    <w:qFormat/>
    <w:rsid w:val="00DF393A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BUbold">
    <w:name w:val="BU bold"/>
    <w:basedOn w:val="Standard"/>
    <w:next w:val="BUnormal"/>
    <w:qFormat/>
    <w:rsid w:val="00DF393A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DF393A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DF393A"/>
    <w:pPr>
      <w:spacing w:before="220" w:after="440"/>
    </w:pPr>
    <w:rPr>
      <w:rFonts w:eastAsiaTheme="minorHAnsi" w:cstheme="minorBidi"/>
      <w:i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BED-4CD6-4D0F-9D0D-0F48E9B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190</Words>
  <Characters>1203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1391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2018-04-24T11:37:00Z</cp:lastPrinted>
  <dcterms:created xsi:type="dcterms:W3CDTF">2022-02-16T09:47:00Z</dcterms:created>
  <dcterms:modified xsi:type="dcterms:W3CDTF">2022-02-16T09:47:00Z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2022-02-14T13:09:11Z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760c280c-ae23-45ec-9fd5-551c9e9b578b</vt:lpwstr>
  </property>
  <property fmtid="{D5CDD505-2E9C-101B-9397-08002B2CF9AE}" pid="11" name="MSIP_Label_df1a195f-122b-42dc-a2d3-71a1903dcdac_ContentBits">
    <vt:lpwstr>1</vt:lpwstr>
  </property>
</Properties>
</file>